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5D24" w14:textId="4769D0C0" w:rsidR="000C383F" w:rsidRDefault="000C383F" w:rsidP="00F52037"/>
    <w:p w14:paraId="253F3B4B" w14:textId="417A2C84" w:rsidR="00CA7453" w:rsidRPr="00F52037" w:rsidRDefault="000C383F" w:rsidP="000C383F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9E7B6" wp14:editId="3E85EFD4">
                <wp:simplePos x="0" y="0"/>
                <wp:positionH relativeFrom="margin">
                  <wp:align>center</wp:align>
                </wp:positionH>
                <wp:positionV relativeFrom="paragraph">
                  <wp:posOffset>2399665</wp:posOffset>
                </wp:positionV>
                <wp:extent cx="3197829" cy="1934210"/>
                <wp:effectExtent l="0" t="0" r="3175" b="8890"/>
                <wp:wrapNone/>
                <wp:docPr id="89" name="Rectangle 89" descr="rame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7829" cy="1934210"/>
                        </a:xfrm>
                        <a:prstGeom prst="rect">
                          <a:avLst/>
                        </a:prstGeom>
                        <a:blipFill dpi="0" rotWithShape="1">
                          <a:blip r:embed="rId10"/>
                          <a:srcRect/>
                          <a:stretch>
                            <a:fillRect t="-115561" b="-13789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182DC7" w14:textId="77777777" w:rsidR="000C383F" w:rsidRPr="00C53ECC" w:rsidRDefault="000C383F" w:rsidP="000C383F">
                            <w:pPr>
                              <w:jc w:val="center"/>
                            </w:pPr>
                            <w:r w:rsidRPr="00C53ECC">
                              <w:t xml:space="preserve"> </w:t>
                            </w:r>
                          </w:p>
                          <w:p w14:paraId="23A125CE" w14:textId="77777777" w:rsidR="000C383F" w:rsidRDefault="000C383F" w:rsidP="000C38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99E7B6" id="Rectangle 89" o:spid="_x0000_s1026" alt="ramen" style="position:absolute;margin-left:0;margin-top:188.95pt;width:251.8pt;height:152.3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" stroked="f" strokeweight="1pt">
                <v:fill r:id="rId11" o:title="ramen" recolor="t" rotate="t" type="frame"/>
                <v:textbox>
                  <w:txbxContent>
                    <w:p w14:paraId="7D182DC7" w14:textId="77777777" w:rsidR="000C383F" w:rsidRPr="00C53ECC" w:rsidRDefault="000C383F" w:rsidP="000C383F">
                      <w:pPr>
                        <w:jc w:val="center"/>
                      </w:pPr>
                      <w:r w:rsidRPr="00C53ECC">
                        <w:t xml:space="preserve"> </w:t>
                      </w:r>
                    </w:p>
                    <w:p w14:paraId="23A125CE" w14:textId="77777777" w:rsidR="000C383F" w:rsidRDefault="000C383F" w:rsidP="000C383F"/>
                  </w:txbxContent>
                </v:textbox>
                <w10:wrap anchorx="margin"/>
              </v:rect>
            </w:pict>
          </mc:Fallback>
        </mc:AlternateContent>
      </w:r>
    </w:p>
    <w:sectPr w:rsidR="00CA7453" w:rsidRPr="00F52037" w:rsidSect="009E75C7">
      <w:pgSz w:w="15840" w:h="12240" w:orient="landscape" w:code="1"/>
      <w:pgMar w:top="360" w:right="360" w:bottom="360" w:left="36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7A46D" w14:textId="77777777" w:rsidR="00A55882" w:rsidRDefault="00A55882" w:rsidP="00934269">
      <w:pPr>
        <w:spacing w:after="0" w:line="240" w:lineRule="auto"/>
      </w:pPr>
      <w:r>
        <w:separator/>
      </w:r>
    </w:p>
  </w:endnote>
  <w:endnote w:type="continuationSeparator" w:id="0">
    <w:p w14:paraId="169E3655" w14:textId="77777777" w:rsidR="00A55882" w:rsidRDefault="00A55882" w:rsidP="0093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4EE36" w14:textId="77777777" w:rsidR="00A55882" w:rsidRDefault="00A55882" w:rsidP="00934269">
      <w:pPr>
        <w:spacing w:after="0" w:line="240" w:lineRule="auto"/>
      </w:pPr>
      <w:r>
        <w:separator/>
      </w:r>
    </w:p>
  </w:footnote>
  <w:footnote w:type="continuationSeparator" w:id="0">
    <w:p w14:paraId="553B41C3" w14:textId="77777777" w:rsidR="00A55882" w:rsidRDefault="00A55882" w:rsidP="00934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882"/>
    <w:rsid w:val="00025325"/>
    <w:rsid w:val="0005699A"/>
    <w:rsid w:val="0007295E"/>
    <w:rsid w:val="000A31B3"/>
    <w:rsid w:val="000C383F"/>
    <w:rsid w:val="001473FF"/>
    <w:rsid w:val="00152918"/>
    <w:rsid w:val="00203BF9"/>
    <w:rsid w:val="00217841"/>
    <w:rsid w:val="002216B8"/>
    <w:rsid w:val="00232B61"/>
    <w:rsid w:val="00247AA1"/>
    <w:rsid w:val="00293D57"/>
    <w:rsid w:val="00315C61"/>
    <w:rsid w:val="00335B08"/>
    <w:rsid w:val="003A3F8D"/>
    <w:rsid w:val="00416C21"/>
    <w:rsid w:val="00446F03"/>
    <w:rsid w:val="004D0304"/>
    <w:rsid w:val="004D74C1"/>
    <w:rsid w:val="004F51CE"/>
    <w:rsid w:val="004F66AA"/>
    <w:rsid w:val="00552102"/>
    <w:rsid w:val="005533DD"/>
    <w:rsid w:val="0058701A"/>
    <w:rsid w:val="00596F1B"/>
    <w:rsid w:val="005D0449"/>
    <w:rsid w:val="005D472C"/>
    <w:rsid w:val="005E776B"/>
    <w:rsid w:val="005F09B8"/>
    <w:rsid w:val="006030A1"/>
    <w:rsid w:val="006124D0"/>
    <w:rsid w:val="0062123A"/>
    <w:rsid w:val="00646E75"/>
    <w:rsid w:val="006639DC"/>
    <w:rsid w:val="006C544D"/>
    <w:rsid w:val="006D357D"/>
    <w:rsid w:val="00716D24"/>
    <w:rsid w:val="00797124"/>
    <w:rsid w:val="007A531B"/>
    <w:rsid w:val="007E2D59"/>
    <w:rsid w:val="0080797E"/>
    <w:rsid w:val="008B451F"/>
    <w:rsid w:val="008B78DA"/>
    <w:rsid w:val="008D78A3"/>
    <w:rsid w:val="008E32DE"/>
    <w:rsid w:val="00913EE3"/>
    <w:rsid w:val="00934269"/>
    <w:rsid w:val="009D7952"/>
    <w:rsid w:val="009E75C7"/>
    <w:rsid w:val="00A55882"/>
    <w:rsid w:val="00AC4A83"/>
    <w:rsid w:val="00AD1D54"/>
    <w:rsid w:val="00AD5ED4"/>
    <w:rsid w:val="00B22D57"/>
    <w:rsid w:val="00B35626"/>
    <w:rsid w:val="00B45CB8"/>
    <w:rsid w:val="00B47490"/>
    <w:rsid w:val="00B611DD"/>
    <w:rsid w:val="00B87046"/>
    <w:rsid w:val="00B93E83"/>
    <w:rsid w:val="00BB1FBF"/>
    <w:rsid w:val="00C53ECC"/>
    <w:rsid w:val="00C7050E"/>
    <w:rsid w:val="00CA7453"/>
    <w:rsid w:val="00D172E3"/>
    <w:rsid w:val="00D31161"/>
    <w:rsid w:val="00DA57BD"/>
    <w:rsid w:val="00E3136B"/>
    <w:rsid w:val="00E55BFD"/>
    <w:rsid w:val="00E55D74"/>
    <w:rsid w:val="00EF6A99"/>
    <w:rsid w:val="00F13087"/>
    <w:rsid w:val="00F3086C"/>
    <w:rsid w:val="00F52037"/>
    <w:rsid w:val="00FC3AB6"/>
    <w:rsid w:val="00FF143D"/>
    <w:rsid w:val="00FF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1B99A5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6124D0"/>
    <w:pPr>
      <w:spacing w:after="160" w:line="259" w:lineRule="auto"/>
    </w:pPr>
    <w:rPr>
      <w:b/>
      <w:color w:val="FFFFFF" w:themeColor="background1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7952"/>
    <w:pPr>
      <w:keepNext/>
      <w:keepLines/>
      <w:pBdr>
        <w:bottom w:val="single" w:sz="4" w:space="2" w:color="9F2936" w:themeColor="accent2"/>
      </w:pBdr>
      <w:spacing w:before="120" w:after="120" w:line="276" w:lineRule="auto"/>
      <w:contextualSpacing/>
      <w:jc w:val="center"/>
      <w:outlineLvl w:val="0"/>
    </w:pPr>
    <w:rPr>
      <w:rFonts w:eastAsiaTheme="majorEastAsia" w:cstheme="majorBidi"/>
      <w:caps/>
      <w:noProof/>
      <w:sz w:val="44"/>
      <w:szCs w:val="4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3F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35E0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C2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73F04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7952"/>
    <w:rPr>
      <w:rFonts w:eastAsiaTheme="majorEastAsia" w:cstheme="majorBidi"/>
      <w:b/>
      <w:caps/>
      <w:noProof/>
      <w:color w:val="FFFFFF" w:themeColor="background1"/>
      <w:sz w:val="44"/>
      <w:szCs w:val="4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C21"/>
    <w:rPr>
      <w:rFonts w:asciiTheme="majorHAnsi" w:eastAsiaTheme="majorEastAsia" w:hAnsiTheme="majorHAnsi" w:cstheme="majorBidi"/>
      <w:color w:val="773F04" w:themeColor="accent1" w:themeShade="7F"/>
    </w:rPr>
  </w:style>
  <w:style w:type="paragraph" w:styleId="Revision">
    <w:name w:val="Revision"/>
    <w:hidden/>
    <w:uiPriority w:val="99"/>
    <w:semiHidden/>
    <w:rsid w:val="003A3F8D"/>
    <w:rPr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3F8D"/>
    <w:rPr>
      <w:rFonts w:asciiTheme="majorHAnsi" w:eastAsiaTheme="majorEastAsia" w:hAnsiTheme="majorHAnsi" w:cstheme="majorBidi"/>
      <w:color w:val="B35E0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3A3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4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26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269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030A1"/>
    <w:rPr>
      <w:color w:val="808080"/>
    </w:rPr>
  </w:style>
  <w:style w:type="paragraph" w:customStyle="1" w:styleId="ContactInfo">
    <w:name w:val="Contact Info"/>
    <w:basedOn w:val="Normal"/>
    <w:qFormat/>
    <w:rsid w:val="006030A1"/>
    <w:pPr>
      <w:spacing w:before="480" w:after="0"/>
      <w:contextualSpacing/>
      <w:jc w:val="center"/>
    </w:pPr>
    <w:rPr>
      <w:b w:val="0"/>
      <w:caps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776B"/>
    <w:pPr>
      <w:spacing w:after="240" w:line="240" w:lineRule="auto"/>
      <w:ind w:left="864" w:right="900"/>
      <w:jc w:val="center"/>
    </w:pPr>
    <w:rPr>
      <w:rFonts w:asciiTheme="majorHAnsi" w:hAnsiTheme="majorHAnsi"/>
      <w:iCs/>
      <w:caps/>
      <w:sz w:val="36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E776B"/>
    <w:rPr>
      <w:rFonts w:asciiTheme="majorHAnsi" w:hAnsiTheme="majorHAnsi"/>
      <w:b/>
      <w:iCs/>
      <w:caps/>
      <w:color w:val="FFFFFF" w:themeColor="background1"/>
      <w:sz w:val="36"/>
    </w:rPr>
  </w:style>
  <w:style w:type="paragraph" w:customStyle="1" w:styleId="ItemName">
    <w:name w:val="Item Name"/>
    <w:basedOn w:val="Normal"/>
    <w:qFormat/>
    <w:rsid w:val="00EF6A99"/>
    <w:pPr>
      <w:spacing w:after="0" w:line="240" w:lineRule="auto"/>
    </w:pPr>
    <w:rPr>
      <w:caps/>
    </w:rPr>
  </w:style>
  <w:style w:type="paragraph" w:styleId="NoSpacing">
    <w:name w:val="No Spacing"/>
    <w:uiPriority w:val="1"/>
    <w:qFormat/>
    <w:rsid w:val="00EF6A99"/>
    <w:rPr>
      <w:b/>
      <w:color w:val="FFFFFF" w:themeColor="background1"/>
      <w:sz w:val="22"/>
      <w:szCs w:val="22"/>
    </w:rPr>
  </w:style>
  <w:style w:type="paragraph" w:customStyle="1" w:styleId="ItemDescription">
    <w:name w:val="Item Description"/>
    <w:basedOn w:val="Normal"/>
    <w:qFormat/>
    <w:rsid w:val="00EF6A99"/>
    <w:pPr>
      <w:spacing w:after="0" w:line="240" w:lineRule="auto"/>
    </w:pPr>
    <w:rPr>
      <w:b w:val="0"/>
    </w:rPr>
  </w:style>
  <w:style w:type="paragraph" w:customStyle="1" w:styleId="ItemCost">
    <w:name w:val="Item Cost"/>
    <w:basedOn w:val="Normal"/>
    <w:qFormat/>
    <w:rsid w:val="00EF6A99"/>
    <w:pPr>
      <w:spacing w:after="0" w:line="240" w:lineRule="auto"/>
      <w:jc w:val="right"/>
    </w:pPr>
    <w:rPr>
      <w:b w:val="0"/>
    </w:rPr>
  </w:style>
  <w:style w:type="paragraph" w:styleId="Caption">
    <w:name w:val="caption"/>
    <w:basedOn w:val="Normal"/>
    <w:next w:val="Normal"/>
    <w:uiPriority w:val="35"/>
    <w:qFormat/>
    <w:rsid w:val="006124D0"/>
    <w:pPr>
      <w:spacing w:after="200" w:line="240" w:lineRule="auto"/>
    </w:pPr>
    <w:rPr>
      <w:b w:val="0"/>
      <w:iCs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dy\AppData\Local\Microsoft\Office\16.0\DTS\en-US%7b1418720A-253D-462F-9BD3-3EDC729EB633%7d\%7bF43AE4F2-00B0-433B-A115-CA9FC6272421%7dtf45088960_win32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ED5CE-95A0-48B3-9377-895597E4718C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E3961E71-63D7-495A-A0CD-961F3B27D0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7005FF-39D8-43A1-82CF-4B8592AF75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866DD2-D645-43AA-A026-888032DB1F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{F43AE4F2-00B0-433B-A115-CA9FC6272421}tf45088960_win32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2022-11-09T14:01:00Z</dcterms:created>
  <dcterms:modified xsi:type="dcterms:W3CDTF">2022-11-16T11:30:00Z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